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5C3" w:rsidRDefault="002175C3" w:rsidP="00E6482A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2175C3" w:rsidRDefault="002175C3" w:rsidP="00E6482A">
      <w:pPr>
        <w:suppressAutoHyphens/>
        <w:jc w:val="center"/>
        <w:rPr>
          <w:b/>
          <w:sz w:val="28"/>
          <w:szCs w:val="28"/>
        </w:rPr>
      </w:pPr>
    </w:p>
    <w:p w:rsidR="002175C3" w:rsidRDefault="002175C3" w:rsidP="00E6482A">
      <w:pPr>
        <w:suppressAutoHyphens/>
        <w:jc w:val="center"/>
        <w:rPr>
          <w:b/>
          <w:sz w:val="28"/>
          <w:szCs w:val="28"/>
        </w:rPr>
      </w:pPr>
    </w:p>
    <w:p w:rsidR="002175C3" w:rsidRDefault="002175C3" w:rsidP="00E6482A">
      <w:pPr>
        <w:suppressAutoHyphens/>
        <w:jc w:val="center"/>
        <w:rPr>
          <w:b/>
          <w:sz w:val="28"/>
          <w:szCs w:val="28"/>
        </w:rPr>
      </w:pPr>
    </w:p>
    <w:p w:rsidR="002175C3" w:rsidRDefault="002175C3" w:rsidP="00E6482A">
      <w:pPr>
        <w:suppressAutoHyphens/>
        <w:jc w:val="center"/>
        <w:rPr>
          <w:b/>
          <w:sz w:val="28"/>
          <w:szCs w:val="28"/>
        </w:rPr>
      </w:pPr>
    </w:p>
    <w:p w:rsidR="002175C3" w:rsidRPr="003118C4" w:rsidRDefault="002175C3" w:rsidP="00E6482A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2175C3" w:rsidRDefault="002175C3" w:rsidP="00E6482A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>
        <w:rPr>
          <w:b/>
          <w:sz w:val="28"/>
          <w:szCs w:val="28"/>
        </w:rPr>
        <w:t>6 год»</w:t>
      </w:r>
      <w:r w:rsidRPr="003118C4">
        <w:rPr>
          <w:b/>
          <w:sz w:val="28"/>
          <w:szCs w:val="28"/>
        </w:rPr>
        <w:t xml:space="preserve"> </w:t>
      </w:r>
    </w:p>
    <w:p w:rsidR="002175C3" w:rsidRDefault="002175C3" w:rsidP="00E6482A">
      <w:pPr>
        <w:suppressAutoHyphens/>
      </w:pPr>
    </w:p>
    <w:p w:rsidR="002175C3" w:rsidRDefault="002175C3" w:rsidP="00E6482A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175C3" w:rsidRDefault="002175C3" w:rsidP="00E6482A">
      <w:pPr>
        <w:jc w:val="both"/>
        <w:rPr>
          <w:b/>
          <w:bCs/>
          <w:sz w:val="28"/>
          <w:szCs w:val="28"/>
        </w:rPr>
      </w:pPr>
    </w:p>
    <w:p w:rsidR="002175C3" w:rsidRPr="00DD3C00" w:rsidRDefault="002175C3" w:rsidP="00DD3C00">
      <w:pPr>
        <w:jc w:val="center"/>
        <w:rPr>
          <w:bCs/>
        </w:rPr>
      </w:pPr>
      <w:r>
        <w:rPr>
          <w:bCs/>
        </w:rPr>
        <w:t>Принят Законодательным Собранием Ульяновской области 26 мая 2016 года</w:t>
      </w:r>
    </w:p>
    <w:p w:rsidR="002175C3" w:rsidRDefault="002175C3" w:rsidP="00E6482A">
      <w:pPr>
        <w:jc w:val="both"/>
        <w:rPr>
          <w:b/>
          <w:bCs/>
          <w:sz w:val="28"/>
          <w:szCs w:val="28"/>
        </w:rPr>
      </w:pPr>
    </w:p>
    <w:p w:rsidR="002175C3" w:rsidRDefault="002175C3" w:rsidP="00E6482A">
      <w:pPr>
        <w:jc w:val="both"/>
        <w:rPr>
          <w:b/>
          <w:bCs/>
          <w:sz w:val="28"/>
          <w:szCs w:val="28"/>
        </w:rPr>
      </w:pPr>
    </w:p>
    <w:p w:rsidR="002175C3" w:rsidRDefault="002175C3" w:rsidP="00E6482A">
      <w:pPr>
        <w:jc w:val="both"/>
        <w:rPr>
          <w:b/>
          <w:bCs/>
          <w:sz w:val="28"/>
          <w:szCs w:val="28"/>
        </w:rPr>
      </w:pPr>
    </w:p>
    <w:p w:rsidR="002175C3" w:rsidRDefault="002175C3" w:rsidP="00863FEB">
      <w:pPr>
        <w:pStyle w:val="BodyTextIndent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3 к Программе управления государственной собственностью Ульяновской области на 2016 год, утверждённой Законом Ульяновской области от </w:t>
      </w:r>
      <w:r w:rsidRPr="000640D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0640DF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 xml:space="preserve">5 года </w:t>
      </w:r>
      <w:r w:rsidRPr="000640DF">
        <w:rPr>
          <w:sz w:val="28"/>
          <w:szCs w:val="28"/>
        </w:rPr>
        <w:t xml:space="preserve">№ </w:t>
      </w:r>
      <w:r>
        <w:rPr>
          <w:sz w:val="28"/>
          <w:szCs w:val="28"/>
        </w:rPr>
        <w:t>198</w:t>
      </w:r>
      <w:r w:rsidRPr="000640DF">
        <w:rPr>
          <w:sz w:val="28"/>
          <w:szCs w:val="28"/>
        </w:rPr>
        <w:t>-ЗО</w:t>
      </w:r>
      <w:r>
        <w:rPr>
          <w:sz w:val="28"/>
          <w:szCs w:val="28"/>
        </w:rPr>
        <w:t xml:space="preserve"> «Об утверждении Программы управления государственной собственностью</w:t>
      </w:r>
      <w:bookmarkStart w:id="0" w:name="_GoBack"/>
      <w:bookmarkEnd w:id="0"/>
      <w:r>
        <w:rPr>
          <w:sz w:val="28"/>
          <w:szCs w:val="28"/>
        </w:rPr>
        <w:t xml:space="preserve"> Ульяновской области на 2016 год» («Ульяновская правда» от 17.12.2015 № 179-180; от 14.03.2016 № 31; от 31.03.2016 № 41; от 12.04.2016 № 47), следующие </w:t>
      </w:r>
      <w:r w:rsidRPr="00E80FF1">
        <w:rPr>
          <w:sz w:val="28"/>
          <w:szCs w:val="28"/>
        </w:rPr>
        <w:t>изменени</w:t>
      </w:r>
      <w:r>
        <w:rPr>
          <w:sz w:val="28"/>
          <w:szCs w:val="28"/>
        </w:rPr>
        <w:t xml:space="preserve">я: </w:t>
      </w:r>
    </w:p>
    <w:p w:rsidR="002175C3" w:rsidRDefault="002175C3" w:rsidP="00863FEB">
      <w:pPr>
        <w:pStyle w:val="BodyTextIndent"/>
        <w:suppressAutoHyphens/>
        <w:spacing w:after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строки 1, 25, 26 и 42 исключить; </w:t>
      </w:r>
    </w:p>
    <w:p w:rsidR="002175C3" w:rsidRPr="00E6482A" w:rsidRDefault="002175C3" w:rsidP="00863FEB">
      <w:pPr>
        <w:pStyle w:val="BodyTextIndent"/>
        <w:suppressAutoHyphens/>
        <w:spacing w:after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2) дополнить строкой 56 следующего содержания:</w:t>
      </w:r>
    </w:p>
    <w:tbl>
      <w:tblPr>
        <w:tblW w:w="1069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8"/>
        <w:gridCol w:w="524"/>
        <w:gridCol w:w="2192"/>
        <w:gridCol w:w="3543"/>
        <w:gridCol w:w="2693"/>
        <w:gridCol w:w="993"/>
        <w:gridCol w:w="409"/>
      </w:tblGrid>
      <w:tr w:rsidR="002175C3" w:rsidRPr="000B422D" w:rsidTr="00863FEB">
        <w:trPr>
          <w:trHeight w:val="1832"/>
        </w:trPr>
        <w:tc>
          <w:tcPr>
            <w:tcW w:w="338" w:type="dxa"/>
            <w:tcBorders>
              <w:top w:val="nil"/>
              <w:left w:val="nil"/>
              <w:bottom w:val="nil"/>
            </w:tcBorders>
          </w:tcPr>
          <w:p w:rsidR="002175C3" w:rsidRPr="00863FEB" w:rsidRDefault="002175C3" w:rsidP="00A756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24" w:type="dxa"/>
          </w:tcPr>
          <w:p w:rsidR="002175C3" w:rsidRPr="001E1474" w:rsidRDefault="002175C3" w:rsidP="003024DD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92" w:type="dxa"/>
          </w:tcPr>
          <w:p w:rsidR="002175C3" w:rsidRPr="001E1474" w:rsidRDefault="002175C3" w:rsidP="00E6482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 w:rsidRPr="001E1474">
              <w:rPr>
                <w:sz w:val="28"/>
                <w:szCs w:val="28"/>
              </w:rPr>
              <w:t xml:space="preserve">г. Ульяновск, </w:t>
            </w:r>
            <w:r w:rsidRPr="001E1474">
              <w:rPr>
                <w:sz w:val="28"/>
                <w:szCs w:val="28"/>
              </w:rPr>
              <w:br/>
              <w:t>пер. Карамзина,</w:t>
            </w:r>
            <w:r w:rsidRPr="001E1474">
              <w:rPr>
                <w:sz w:val="28"/>
                <w:szCs w:val="28"/>
              </w:rPr>
              <w:br/>
              <w:t>д. 3/2</w:t>
            </w:r>
          </w:p>
        </w:tc>
        <w:tc>
          <w:tcPr>
            <w:tcW w:w="3543" w:type="dxa"/>
          </w:tcPr>
          <w:p w:rsidR="002175C3" w:rsidRPr="001E1474" w:rsidRDefault="002175C3" w:rsidP="000B42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1474">
              <w:rPr>
                <w:sz w:val="28"/>
                <w:szCs w:val="28"/>
              </w:rPr>
              <w:t>Областное государстве</w:t>
            </w:r>
            <w:r w:rsidRPr="001E1474">
              <w:rPr>
                <w:sz w:val="28"/>
                <w:szCs w:val="28"/>
              </w:rPr>
              <w:t>н</w:t>
            </w:r>
            <w:r w:rsidRPr="001E1474">
              <w:rPr>
                <w:sz w:val="28"/>
                <w:szCs w:val="28"/>
              </w:rPr>
              <w:t>ное бюджетное учрежд</w:t>
            </w:r>
            <w:r w:rsidRPr="001E1474">
              <w:rPr>
                <w:sz w:val="28"/>
                <w:szCs w:val="28"/>
              </w:rPr>
              <w:t>е</w:t>
            </w:r>
            <w:r w:rsidRPr="001E1474">
              <w:rPr>
                <w:sz w:val="28"/>
                <w:szCs w:val="28"/>
              </w:rPr>
              <w:t>ние культуры «Дворец книги – Ульяновская обл</w:t>
            </w:r>
            <w:r w:rsidRPr="001E1474">
              <w:rPr>
                <w:sz w:val="28"/>
                <w:szCs w:val="28"/>
              </w:rPr>
              <w:t>а</w:t>
            </w:r>
            <w:r w:rsidRPr="001E1474">
              <w:rPr>
                <w:sz w:val="28"/>
                <w:szCs w:val="28"/>
              </w:rPr>
              <w:t>стная научная библиотека имени В.И.Ленина»</w:t>
            </w:r>
          </w:p>
        </w:tc>
        <w:tc>
          <w:tcPr>
            <w:tcW w:w="2693" w:type="dxa"/>
          </w:tcPr>
          <w:p w:rsidR="002175C3" w:rsidRPr="001E1474" w:rsidRDefault="002175C3" w:rsidP="001E1474">
            <w:pPr>
              <w:pStyle w:val="ConsPlusNormal"/>
              <w:widowControl/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Автономная неко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мерческая орган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зация «Информац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онный центр ато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ной отрасли»</w:t>
            </w:r>
          </w:p>
        </w:tc>
        <w:tc>
          <w:tcPr>
            <w:tcW w:w="993" w:type="dxa"/>
          </w:tcPr>
          <w:p w:rsidR="002175C3" w:rsidRPr="001E1474" w:rsidRDefault="002175C3" w:rsidP="00A75630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265,56</w:t>
            </w:r>
          </w:p>
        </w:tc>
        <w:tc>
          <w:tcPr>
            <w:tcW w:w="409" w:type="dxa"/>
            <w:tcBorders>
              <w:top w:val="nil"/>
              <w:bottom w:val="nil"/>
              <w:right w:val="nil"/>
            </w:tcBorders>
            <w:vAlign w:val="bottom"/>
          </w:tcPr>
          <w:p w:rsidR="002175C3" w:rsidRPr="00863FEB" w:rsidRDefault="002175C3" w:rsidP="000B422D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FE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175C3" w:rsidRDefault="002175C3" w:rsidP="00E6482A">
      <w:pPr>
        <w:pStyle w:val="BodyTextIndent"/>
        <w:spacing w:after="0"/>
        <w:ind w:left="1069"/>
        <w:jc w:val="both"/>
        <w:rPr>
          <w:sz w:val="28"/>
          <w:szCs w:val="28"/>
        </w:rPr>
      </w:pPr>
    </w:p>
    <w:p w:rsidR="002175C3" w:rsidRPr="006643FB" w:rsidRDefault="002175C3" w:rsidP="00863FEB">
      <w:pPr>
        <w:pStyle w:val="BodyTextIndent"/>
        <w:suppressAutoHyphens/>
        <w:spacing w:after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643FB">
        <w:rPr>
          <w:sz w:val="28"/>
          <w:szCs w:val="28"/>
        </w:rPr>
        <w:t xml:space="preserve">в </w:t>
      </w:r>
      <w:hyperlink r:id="rId7" w:history="1">
        <w:r w:rsidRPr="006643FB">
          <w:rPr>
            <w:sz w:val="28"/>
            <w:szCs w:val="28"/>
          </w:rPr>
          <w:t>строке</w:t>
        </w:r>
      </w:hyperlink>
      <w:r w:rsidRPr="006643FB">
        <w:rPr>
          <w:sz w:val="28"/>
          <w:szCs w:val="28"/>
        </w:rPr>
        <w:t xml:space="preserve"> «Итого» цифры «</w:t>
      </w:r>
      <w:r>
        <w:rPr>
          <w:sz w:val="28"/>
          <w:szCs w:val="28"/>
        </w:rPr>
        <w:t>20949,8</w:t>
      </w:r>
      <w:r w:rsidRPr="006643FB">
        <w:rPr>
          <w:sz w:val="28"/>
          <w:szCs w:val="28"/>
        </w:rPr>
        <w:t xml:space="preserve">» заменить цифрами </w:t>
      </w:r>
      <w:r w:rsidRPr="007514EC">
        <w:rPr>
          <w:sz w:val="28"/>
          <w:szCs w:val="28"/>
        </w:rPr>
        <w:t>«</w:t>
      </w:r>
      <w:r>
        <w:rPr>
          <w:sz w:val="28"/>
          <w:szCs w:val="28"/>
        </w:rPr>
        <w:t>13476,3</w:t>
      </w:r>
      <w:r w:rsidRPr="007514EC">
        <w:rPr>
          <w:sz w:val="28"/>
          <w:szCs w:val="28"/>
        </w:rPr>
        <w:t>».</w:t>
      </w:r>
    </w:p>
    <w:p w:rsidR="002175C3" w:rsidRPr="00863FEB" w:rsidRDefault="002175C3" w:rsidP="00E6482A">
      <w:pPr>
        <w:suppressAutoHyphens/>
        <w:spacing w:line="235" w:lineRule="auto"/>
        <w:jc w:val="both"/>
        <w:rPr>
          <w:b/>
          <w:sz w:val="16"/>
          <w:szCs w:val="28"/>
        </w:rPr>
      </w:pPr>
    </w:p>
    <w:p w:rsidR="002175C3" w:rsidRDefault="002175C3" w:rsidP="00E6482A">
      <w:pPr>
        <w:suppressAutoHyphens/>
        <w:spacing w:line="235" w:lineRule="auto"/>
        <w:jc w:val="both"/>
        <w:rPr>
          <w:b/>
          <w:sz w:val="28"/>
          <w:szCs w:val="28"/>
        </w:rPr>
      </w:pPr>
    </w:p>
    <w:p w:rsidR="002175C3" w:rsidRDefault="002175C3" w:rsidP="00E6482A">
      <w:pPr>
        <w:suppressAutoHyphens/>
        <w:spacing w:line="235" w:lineRule="auto"/>
        <w:jc w:val="both"/>
        <w:rPr>
          <w:b/>
          <w:sz w:val="28"/>
          <w:szCs w:val="28"/>
        </w:rPr>
      </w:pPr>
    </w:p>
    <w:p w:rsidR="002175C3" w:rsidRDefault="002175C3" w:rsidP="00E6482A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Временно исполняющий обязанности </w:t>
      </w:r>
    </w:p>
    <w:p w:rsidR="002175C3" w:rsidRPr="00724543" w:rsidRDefault="002175C3" w:rsidP="00E6482A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 w:rsidRPr="00724543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 xml:space="preserve">а Ульяновской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 w:rsidRPr="00724543">
        <w:rPr>
          <w:b/>
          <w:sz w:val="28"/>
          <w:szCs w:val="28"/>
        </w:rPr>
        <w:t>С.И.Морозов</w:t>
      </w:r>
    </w:p>
    <w:p w:rsidR="002175C3" w:rsidRDefault="002175C3" w:rsidP="00E6482A">
      <w:pPr>
        <w:suppressAutoHyphens/>
        <w:spacing w:line="235" w:lineRule="auto"/>
        <w:jc w:val="center"/>
        <w:rPr>
          <w:sz w:val="28"/>
          <w:szCs w:val="28"/>
        </w:rPr>
      </w:pPr>
    </w:p>
    <w:p w:rsidR="002175C3" w:rsidRPr="00863FEB" w:rsidRDefault="002175C3" w:rsidP="00E6482A">
      <w:pPr>
        <w:suppressAutoHyphens/>
        <w:spacing w:line="235" w:lineRule="auto"/>
        <w:jc w:val="center"/>
        <w:rPr>
          <w:sz w:val="44"/>
          <w:szCs w:val="28"/>
        </w:rPr>
      </w:pPr>
    </w:p>
    <w:p w:rsidR="002175C3" w:rsidRPr="00724543" w:rsidRDefault="002175C3" w:rsidP="00863FEB">
      <w:pPr>
        <w:suppressAutoHyphens/>
        <w:spacing w:line="23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2175C3" w:rsidRPr="00724543" w:rsidRDefault="002175C3" w:rsidP="00863FEB">
      <w:pPr>
        <w:suppressAutoHyphens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31 мая</w:t>
      </w:r>
      <w:r w:rsidRPr="0072454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724543">
          <w:rPr>
            <w:sz w:val="28"/>
            <w:szCs w:val="28"/>
          </w:rPr>
          <w:t>201</w:t>
        </w:r>
        <w:r>
          <w:rPr>
            <w:sz w:val="28"/>
            <w:szCs w:val="28"/>
          </w:rPr>
          <w:t>6</w:t>
        </w:r>
        <w:r w:rsidRPr="00724543">
          <w:rPr>
            <w:sz w:val="28"/>
            <w:szCs w:val="28"/>
          </w:rPr>
          <w:t xml:space="preserve"> г</w:t>
        </w:r>
      </w:smartTag>
      <w:r w:rsidRPr="00724543">
        <w:rPr>
          <w:sz w:val="28"/>
          <w:szCs w:val="28"/>
        </w:rPr>
        <w:t>.</w:t>
      </w:r>
    </w:p>
    <w:p w:rsidR="002175C3" w:rsidRDefault="002175C3" w:rsidP="00863FEB">
      <w:pPr>
        <w:suppressAutoHyphens/>
        <w:spacing w:line="235" w:lineRule="auto"/>
        <w:jc w:val="center"/>
      </w:pPr>
      <w:r>
        <w:rPr>
          <w:sz w:val="28"/>
        </w:rPr>
        <w:t>№ 72</w:t>
      </w:r>
      <w:r w:rsidRPr="00724543">
        <w:rPr>
          <w:sz w:val="28"/>
        </w:rPr>
        <w:t>-ЗО</w:t>
      </w:r>
    </w:p>
    <w:sectPr w:rsidR="002175C3" w:rsidSect="00863FEB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5C3" w:rsidRDefault="002175C3">
      <w:r>
        <w:separator/>
      </w:r>
    </w:p>
  </w:endnote>
  <w:endnote w:type="continuationSeparator" w:id="0">
    <w:p w:rsidR="002175C3" w:rsidRDefault="00217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5C3" w:rsidRDefault="002175C3">
      <w:r>
        <w:separator/>
      </w:r>
    </w:p>
  </w:footnote>
  <w:footnote w:type="continuationSeparator" w:id="0">
    <w:p w:rsidR="002175C3" w:rsidRDefault="00217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5C3" w:rsidRDefault="002175C3" w:rsidP="00A756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175C3" w:rsidRDefault="002175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5C3" w:rsidRPr="00972DC0" w:rsidRDefault="002175C3" w:rsidP="00A75630">
    <w:pPr>
      <w:pStyle w:val="Header"/>
      <w:jc w:val="center"/>
      <w:rPr>
        <w:sz w:val="28"/>
        <w:szCs w:val="28"/>
      </w:rPr>
    </w:pPr>
    <w:r w:rsidRPr="000053C7">
      <w:rPr>
        <w:rStyle w:val="PageNumber"/>
        <w:sz w:val="28"/>
        <w:szCs w:val="28"/>
      </w:rPr>
      <w:fldChar w:fldCharType="begin"/>
    </w:r>
    <w:r w:rsidRPr="000053C7">
      <w:rPr>
        <w:rStyle w:val="PageNumber"/>
        <w:sz w:val="28"/>
        <w:szCs w:val="28"/>
      </w:rPr>
      <w:instrText xml:space="preserve">PAGE  </w:instrText>
    </w:r>
    <w:r w:rsidRPr="000053C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</w:t>
    </w:r>
    <w:r w:rsidRPr="000053C7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9441F"/>
    <w:multiLevelType w:val="hybridMultilevel"/>
    <w:tmpl w:val="B6AC58AE"/>
    <w:lvl w:ilvl="0" w:tplc="061257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82A"/>
    <w:rsid w:val="000053C7"/>
    <w:rsid w:val="000640DF"/>
    <w:rsid w:val="00082F6C"/>
    <w:rsid w:val="000B422D"/>
    <w:rsid w:val="000E379A"/>
    <w:rsid w:val="0014670E"/>
    <w:rsid w:val="001E1474"/>
    <w:rsid w:val="001F3D8C"/>
    <w:rsid w:val="002175C3"/>
    <w:rsid w:val="003024DD"/>
    <w:rsid w:val="003118C4"/>
    <w:rsid w:val="00326834"/>
    <w:rsid w:val="00345C74"/>
    <w:rsid w:val="00366F65"/>
    <w:rsid w:val="003A187D"/>
    <w:rsid w:val="0049669D"/>
    <w:rsid w:val="00525B1A"/>
    <w:rsid w:val="005B2E0E"/>
    <w:rsid w:val="006643FB"/>
    <w:rsid w:val="00724543"/>
    <w:rsid w:val="007514EC"/>
    <w:rsid w:val="007A5B39"/>
    <w:rsid w:val="00863FEB"/>
    <w:rsid w:val="008E4800"/>
    <w:rsid w:val="00900E43"/>
    <w:rsid w:val="0092320F"/>
    <w:rsid w:val="00972DC0"/>
    <w:rsid w:val="009A7D08"/>
    <w:rsid w:val="009B75C6"/>
    <w:rsid w:val="00A75630"/>
    <w:rsid w:val="00B47650"/>
    <w:rsid w:val="00B52876"/>
    <w:rsid w:val="00B76ACB"/>
    <w:rsid w:val="00CB0C13"/>
    <w:rsid w:val="00DA0C19"/>
    <w:rsid w:val="00DD2150"/>
    <w:rsid w:val="00DD3C00"/>
    <w:rsid w:val="00E63A57"/>
    <w:rsid w:val="00E6482A"/>
    <w:rsid w:val="00E80FF1"/>
    <w:rsid w:val="00E86A1B"/>
    <w:rsid w:val="00F27590"/>
    <w:rsid w:val="00F84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E648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482A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E6482A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E648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6482A"/>
    <w:rPr>
      <w:rFonts w:ascii="Times New Roman" w:hAnsi="Times New Roman" w:cs="Times New Roman"/>
      <w:sz w:val="24"/>
      <w:lang w:eastAsia="ru-RU"/>
    </w:rPr>
  </w:style>
  <w:style w:type="paragraph" w:customStyle="1" w:styleId="ConsNormal">
    <w:name w:val="ConsNormal"/>
    <w:uiPriority w:val="99"/>
    <w:rsid w:val="00E6482A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rsid w:val="00E6482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00E4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E43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863FE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3F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76;n=18358;fld=134;dst=1000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195</Words>
  <Characters>1113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GOS-23</dc:creator>
  <cp:keywords/>
  <dc:description/>
  <cp:lastModifiedBy>Пользователь</cp:lastModifiedBy>
  <cp:revision>2</cp:revision>
  <cp:lastPrinted>2016-04-14T10:29:00Z</cp:lastPrinted>
  <dcterms:created xsi:type="dcterms:W3CDTF">2016-06-06T07:09:00Z</dcterms:created>
  <dcterms:modified xsi:type="dcterms:W3CDTF">2016-06-06T07:09:00Z</dcterms:modified>
</cp:coreProperties>
</file>